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DF" w:rsidRDefault="00FF64DF" w:rsidP="00AD11BD">
      <w:pPr>
        <w:pStyle w:val="Header"/>
        <w:tabs>
          <w:tab w:val="clear" w:pos="4320"/>
          <w:tab w:val="clear" w:pos="8640"/>
          <w:tab w:val="left" w:pos="3870"/>
          <w:tab w:val="center" w:pos="3960"/>
          <w:tab w:val="left" w:pos="13950"/>
        </w:tabs>
        <w:jc w:val="center"/>
        <w:rPr>
          <w:b/>
          <w:i/>
          <w:u w:val="single"/>
        </w:rPr>
      </w:pPr>
    </w:p>
    <w:p w:rsidR="00FF64DF" w:rsidRDefault="00540532" w:rsidP="00FF64DF">
      <w:pPr>
        <w:pStyle w:val="Header"/>
        <w:tabs>
          <w:tab w:val="clear" w:pos="864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GFPL -</w:t>
      </w:r>
      <w:r w:rsidR="00FF64DF">
        <w:rPr>
          <w:b/>
          <w:i/>
          <w:u w:val="single"/>
        </w:rPr>
        <w:t>TRAINING NEED IDENTIFICATION RECORD</w:t>
      </w:r>
    </w:p>
    <w:p w:rsidR="00FF64DF" w:rsidRDefault="00FF64DF"/>
    <w:p w:rsidR="00FF64DF" w:rsidRDefault="00FF64DF"/>
    <w:p w:rsidR="00FA482F" w:rsidRDefault="00A6671A">
      <w:r>
        <w:t>DEPARTMENT: _</w:t>
      </w:r>
      <w:r w:rsidR="00FA482F">
        <w:t>_________________________________</w:t>
      </w:r>
      <w:r w:rsidR="00FF64DF">
        <w:t>__</w:t>
      </w:r>
      <w:r>
        <w:t>_____</w:t>
      </w:r>
      <w:r w:rsidR="00FF64DF">
        <w:t>____</w:t>
      </w:r>
      <w:r w:rsidR="00FF64DF">
        <w:tab/>
        <w:t xml:space="preserve">  </w:t>
      </w:r>
      <w:r w:rsidR="00FA482F">
        <w:t xml:space="preserve">FOR THE </w:t>
      </w:r>
      <w:r>
        <w:t>PERIOD:</w:t>
      </w:r>
      <w:r w:rsidR="00FA482F">
        <w:t xml:space="preserve"> FROM___________</w:t>
      </w:r>
      <w:r w:rsidR="00540532">
        <w:t>___</w:t>
      </w:r>
      <w:r w:rsidR="00FA482F">
        <w:t xml:space="preserve"> TO______________</w:t>
      </w:r>
    </w:p>
    <w:p w:rsidR="00FA482F" w:rsidRDefault="00FA482F"/>
    <w:tbl>
      <w:tblPr>
        <w:tblW w:w="14400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7"/>
      </w:tblPr>
      <w:tblGrid>
        <w:gridCol w:w="900"/>
        <w:gridCol w:w="3240"/>
        <w:gridCol w:w="4500"/>
        <w:gridCol w:w="3330"/>
        <w:gridCol w:w="2430"/>
      </w:tblGrid>
      <w:tr w:rsidR="00FA482F" w:rsidTr="00540532">
        <w:trPr>
          <w:trHeight w:val="606"/>
        </w:trPr>
        <w:tc>
          <w:tcPr>
            <w:tcW w:w="900" w:type="dxa"/>
            <w:vAlign w:val="center"/>
          </w:tcPr>
          <w:p w:rsidR="00FA482F" w:rsidRPr="00540532" w:rsidRDefault="00B7203A" w:rsidP="00540532">
            <w:pPr>
              <w:jc w:val="center"/>
              <w:rPr>
                <w:b/>
              </w:rPr>
            </w:pPr>
            <w:r w:rsidRPr="00540532">
              <w:rPr>
                <w:b/>
              </w:rPr>
              <w:t xml:space="preserve">S </w:t>
            </w:r>
            <w:r w:rsidR="00FA482F" w:rsidRPr="00540532">
              <w:rPr>
                <w:b/>
              </w:rPr>
              <w:t>N</w:t>
            </w:r>
            <w:r w:rsidR="00540532">
              <w:rPr>
                <w:b/>
              </w:rPr>
              <w:t>o</w:t>
            </w:r>
            <w:r w:rsidR="00FA482F" w:rsidRPr="00540532">
              <w:rPr>
                <w:b/>
              </w:rPr>
              <w:t>.</w:t>
            </w:r>
          </w:p>
        </w:tc>
        <w:tc>
          <w:tcPr>
            <w:tcW w:w="3240" w:type="dxa"/>
            <w:vAlign w:val="center"/>
          </w:tcPr>
          <w:p w:rsidR="00FA482F" w:rsidRPr="00540532" w:rsidRDefault="00540532" w:rsidP="00FF64DF">
            <w:pPr>
              <w:jc w:val="center"/>
              <w:rPr>
                <w:b/>
              </w:rPr>
            </w:pPr>
            <w:r>
              <w:rPr>
                <w:b/>
              </w:rPr>
              <w:t>Employee Name</w:t>
            </w:r>
          </w:p>
        </w:tc>
        <w:tc>
          <w:tcPr>
            <w:tcW w:w="4500" w:type="dxa"/>
            <w:vAlign w:val="center"/>
          </w:tcPr>
          <w:p w:rsidR="00FA482F" w:rsidRPr="00540532" w:rsidRDefault="00540532" w:rsidP="00FF64DF">
            <w:pPr>
              <w:jc w:val="center"/>
              <w:rPr>
                <w:b/>
              </w:rPr>
            </w:pPr>
            <w:r>
              <w:rPr>
                <w:b/>
              </w:rPr>
              <w:t>Training Need Identified</w:t>
            </w:r>
          </w:p>
        </w:tc>
        <w:tc>
          <w:tcPr>
            <w:tcW w:w="3330" w:type="dxa"/>
            <w:vAlign w:val="center"/>
          </w:tcPr>
          <w:p w:rsidR="00FA482F" w:rsidRPr="00540532" w:rsidRDefault="00540532" w:rsidP="00FF64DF">
            <w:pPr>
              <w:jc w:val="center"/>
              <w:rPr>
                <w:b/>
              </w:rPr>
            </w:pPr>
            <w:r>
              <w:rPr>
                <w:b/>
              </w:rPr>
              <w:t>To be Conducted By</w:t>
            </w:r>
          </w:p>
        </w:tc>
        <w:tc>
          <w:tcPr>
            <w:tcW w:w="2430" w:type="dxa"/>
            <w:vAlign w:val="center"/>
          </w:tcPr>
          <w:p w:rsidR="00FA482F" w:rsidRPr="00540532" w:rsidRDefault="00540532" w:rsidP="00FF64DF">
            <w:pPr>
              <w:jc w:val="center"/>
              <w:rPr>
                <w:b/>
              </w:rPr>
            </w:pPr>
            <w:r>
              <w:rPr>
                <w:b/>
              </w:rPr>
              <w:t>Preferred Date</w:t>
            </w:r>
          </w:p>
        </w:tc>
      </w:tr>
      <w:tr w:rsidR="00FA482F" w:rsidTr="00540532">
        <w:tc>
          <w:tcPr>
            <w:tcW w:w="900" w:type="dxa"/>
          </w:tcPr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  <w:p w:rsidR="00FA482F" w:rsidRDefault="00FA482F"/>
        </w:tc>
        <w:tc>
          <w:tcPr>
            <w:tcW w:w="3240" w:type="dxa"/>
          </w:tcPr>
          <w:p w:rsidR="00FA482F" w:rsidRDefault="00FA482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FF64DF" w:rsidRDefault="00FF64DF"/>
          <w:p w:rsidR="00ED5014" w:rsidRDefault="00ED5014"/>
        </w:tc>
        <w:tc>
          <w:tcPr>
            <w:tcW w:w="4500" w:type="dxa"/>
          </w:tcPr>
          <w:p w:rsidR="00FA482F" w:rsidRDefault="00FA482F"/>
        </w:tc>
        <w:tc>
          <w:tcPr>
            <w:tcW w:w="3330" w:type="dxa"/>
          </w:tcPr>
          <w:p w:rsidR="00FA482F" w:rsidRDefault="00FA482F"/>
        </w:tc>
        <w:tc>
          <w:tcPr>
            <w:tcW w:w="2430" w:type="dxa"/>
          </w:tcPr>
          <w:p w:rsidR="00FA482F" w:rsidRDefault="00FA482F"/>
        </w:tc>
      </w:tr>
    </w:tbl>
    <w:p w:rsidR="00FA482F" w:rsidRDefault="00FA482F"/>
    <w:p w:rsidR="00FF64DF" w:rsidRDefault="00FF64DF"/>
    <w:p w:rsidR="00FF64DF" w:rsidRDefault="00FF64DF">
      <w:r>
        <w:t xml:space="preserve">Department HOD </w:t>
      </w:r>
    </w:p>
    <w:p w:rsidR="00FA482F" w:rsidRDefault="00FF64DF"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Approved By:</w:t>
      </w:r>
    </w:p>
    <w:p w:rsidR="00FA482F" w:rsidRDefault="00FA482F"/>
    <w:sectPr w:rsidR="00FA482F" w:rsidSect="006E2D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 w:code="9"/>
      <w:pgMar w:top="2070" w:right="724" w:bottom="810" w:left="1440" w:header="450" w:footer="2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ACB" w:rsidRDefault="00D70ACB">
      <w:r>
        <w:separator/>
      </w:r>
    </w:p>
  </w:endnote>
  <w:endnote w:type="continuationSeparator" w:id="1">
    <w:p w:rsidR="00D70ACB" w:rsidRDefault="00D70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D" w:rsidRDefault="00AD11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4DF" w:rsidRDefault="00FF64DF">
    <w:pPr>
      <w:pStyle w:val="Footer"/>
    </w:pPr>
    <w:r>
      <w:t>GFPL/HR/TR/01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D" w:rsidRDefault="00AD11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ACB" w:rsidRDefault="00D70ACB">
      <w:r>
        <w:separator/>
      </w:r>
    </w:p>
  </w:footnote>
  <w:footnote w:type="continuationSeparator" w:id="1">
    <w:p w:rsidR="00D70ACB" w:rsidRDefault="00D70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D" w:rsidRDefault="00AD11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82F" w:rsidRDefault="00540532">
    <w:pPr>
      <w:pStyle w:val="Header"/>
      <w:tabs>
        <w:tab w:val="clear" w:pos="8640"/>
      </w:tabs>
      <w:jc w:val="center"/>
      <w:rPr>
        <w:b/>
      </w:rPr>
    </w:pPr>
    <w:r>
      <w:rPr>
        <w:b/>
        <w:noProof/>
      </w:rPr>
      <w:drawing>
        <wp:inline distT="0" distB="0" distL="0" distR="0">
          <wp:extent cx="3098800" cy="1041400"/>
          <wp:effectExtent l="0" t="0" r="0" b="0"/>
          <wp:docPr id="1" name="Picture 1" descr="C:\Documents and Settings\JULIUS\Desktop\gang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JULIUS\Desktop\gang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8800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482F" w:rsidRDefault="00FA482F">
    <w:pPr>
      <w:pStyle w:val="Header"/>
      <w:tabs>
        <w:tab w:val="clear" w:pos="864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D" w:rsidRDefault="00AD11B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F5F"/>
    <w:rsid w:val="00096E98"/>
    <w:rsid w:val="001549E7"/>
    <w:rsid w:val="00271152"/>
    <w:rsid w:val="00276147"/>
    <w:rsid w:val="003B5D38"/>
    <w:rsid w:val="00462EDD"/>
    <w:rsid w:val="00540532"/>
    <w:rsid w:val="006E2D46"/>
    <w:rsid w:val="008C0F6A"/>
    <w:rsid w:val="00935ED0"/>
    <w:rsid w:val="00992C29"/>
    <w:rsid w:val="009949A8"/>
    <w:rsid w:val="00A34EA6"/>
    <w:rsid w:val="00A6671A"/>
    <w:rsid w:val="00A924C0"/>
    <w:rsid w:val="00AD11BD"/>
    <w:rsid w:val="00B7203A"/>
    <w:rsid w:val="00D70ACB"/>
    <w:rsid w:val="00DE1CA3"/>
    <w:rsid w:val="00E06F5F"/>
    <w:rsid w:val="00ED5014"/>
    <w:rsid w:val="00FA482F"/>
    <w:rsid w:val="00FC62D3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9A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949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949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9949A8"/>
  </w:style>
  <w:style w:type="paragraph" w:styleId="BalloonText">
    <w:name w:val="Balloon Text"/>
    <w:basedOn w:val="Normal"/>
    <w:link w:val="BalloonTextChar"/>
    <w:uiPriority w:val="99"/>
    <w:semiHidden/>
    <w:unhideWhenUsed/>
    <w:rsid w:val="00A66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7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crosoft%20Office\Templates\Drech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Drechf</Template>
  <TotalTime>306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the Year______________________________</vt:lpstr>
    </vt:vector>
  </TitlesOfParts>
  <Company>j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the Year______________________________</dc:title>
  <dc:subject/>
  <dc:creator>Developer</dc:creator>
  <cp:keywords/>
  <cp:lastModifiedBy>joshua</cp:lastModifiedBy>
  <cp:revision>8</cp:revision>
  <cp:lastPrinted>2015-05-25T07:50:00Z</cp:lastPrinted>
  <dcterms:created xsi:type="dcterms:W3CDTF">2015-04-30T05:00:00Z</dcterms:created>
  <dcterms:modified xsi:type="dcterms:W3CDTF">2015-06-19T09:55:00Z</dcterms:modified>
</cp:coreProperties>
</file>